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89B43" w14:textId="77777777" w:rsidR="006E5D65" w:rsidRPr="00A12DC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2DCA">
        <w:rPr>
          <w:rFonts w:ascii="Corbel" w:hAnsi="Corbel"/>
          <w:bCs/>
          <w:i/>
        </w:rPr>
        <w:t xml:space="preserve">Załącznik nr </w:t>
      </w:r>
      <w:r w:rsidR="006F31E2" w:rsidRPr="00A12DCA">
        <w:rPr>
          <w:rFonts w:ascii="Corbel" w:hAnsi="Corbel"/>
          <w:bCs/>
          <w:i/>
        </w:rPr>
        <w:t>1.5</w:t>
      </w:r>
      <w:r w:rsidR="00D8678B" w:rsidRPr="00A12DCA">
        <w:rPr>
          <w:rFonts w:ascii="Corbel" w:hAnsi="Corbel"/>
          <w:bCs/>
          <w:i/>
        </w:rPr>
        <w:t xml:space="preserve"> do Zarządzenia</w:t>
      </w:r>
      <w:r w:rsidR="002A22BF" w:rsidRPr="00A12DCA">
        <w:rPr>
          <w:rFonts w:ascii="Corbel" w:hAnsi="Corbel"/>
          <w:bCs/>
          <w:i/>
        </w:rPr>
        <w:t xml:space="preserve"> Rektora UR </w:t>
      </w:r>
      <w:r w:rsidRPr="00A12DCA">
        <w:rPr>
          <w:rFonts w:ascii="Corbel" w:hAnsi="Corbel"/>
          <w:bCs/>
          <w:i/>
        </w:rPr>
        <w:t xml:space="preserve"> nr </w:t>
      </w:r>
      <w:r w:rsidR="00F17567" w:rsidRPr="00A12DCA">
        <w:rPr>
          <w:rFonts w:ascii="Corbel" w:hAnsi="Corbel"/>
          <w:bCs/>
          <w:i/>
        </w:rPr>
        <w:t>12/2019</w:t>
      </w:r>
    </w:p>
    <w:p w14:paraId="14C936EE" w14:textId="77777777" w:rsidR="0085747A" w:rsidRPr="00A12DC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>SYLABUS</w:t>
      </w:r>
    </w:p>
    <w:p w14:paraId="064CF6EC" w14:textId="30ECC042" w:rsidR="0085747A" w:rsidRPr="00A12DC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12DCA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A12DCA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9445BA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9445BA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717610" w:rsidRPr="00A12DC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9E8D5A2" w14:textId="14563098" w:rsidR="00445970" w:rsidRPr="00A12DCA" w:rsidRDefault="00445970" w:rsidP="006C026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2DCA">
        <w:rPr>
          <w:rFonts w:ascii="Corbel" w:hAnsi="Corbel"/>
          <w:sz w:val="20"/>
          <w:szCs w:val="20"/>
        </w:rPr>
        <w:t xml:space="preserve">Rok akademicki </w:t>
      </w:r>
      <w:r w:rsidR="00564FD9" w:rsidRPr="00A12DCA">
        <w:rPr>
          <w:rFonts w:ascii="Corbel" w:hAnsi="Corbel"/>
          <w:sz w:val="20"/>
          <w:szCs w:val="20"/>
        </w:rPr>
        <w:t>202</w:t>
      </w:r>
      <w:r w:rsidR="009445BA">
        <w:rPr>
          <w:rFonts w:ascii="Corbel" w:hAnsi="Corbel"/>
          <w:sz w:val="20"/>
          <w:szCs w:val="20"/>
        </w:rPr>
        <w:t>2</w:t>
      </w:r>
      <w:r w:rsidR="00564FD9" w:rsidRPr="00A12DCA">
        <w:rPr>
          <w:rFonts w:ascii="Corbel" w:hAnsi="Corbel"/>
          <w:sz w:val="20"/>
          <w:szCs w:val="20"/>
        </w:rPr>
        <w:t>/202</w:t>
      </w:r>
      <w:r w:rsidR="009445BA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2453EA6A" w:rsidR="0085747A" w:rsidRPr="00A12DCA" w:rsidRDefault="007405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Wykł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Konw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Sem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2DCA">
              <w:rPr>
                <w:rFonts w:ascii="Corbel" w:hAnsi="Corbel"/>
                <w:szCs w:val="24"/>
              </w:rPr>
              <w:t>Prakt</w:t>
            </w:r>
            <w:proofErr w:type="spellEnd"/>
            <w:r w:rsidRPr="00A12D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2CF373C8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7E40340C" w:rsidR="00015B8F" w:rsidRPr="00A12DCA" w:rsidRDefault="007405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67D489B4" w:rsidR="002A69B9" w:rsidRPr="00A12DCA" w:rsidRDefault="00FF19A6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0D86F731" w14:textId="77777777" w:rsidR="00FF19A6" w:rsidRDefault="00FF19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2C4B8F" w14:textId="5FB3BDD8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77777777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grupach, zastosowanie platformy MS </w:t>
      </w:r>
      <w:proofErr w:type="spellStart"/>
      <w:r w:rsidR="00FA3F36" w:rsidRPr="00A12DC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A3F36" w:rsidRPr="00A12DCA">
        <w:rPr>
          <w:rFonts w:ascii="Corbel" w:hAnsi="Corbel"/>
          <w:b w:val="0"/>
          <w:smallCaps w:val="0"/>
          <w:szCs w:val="24"/>
        </w:rPr>
        <w:t>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25A09E00">
        <w:tc>
          <w:tcPr>
            <w:tcW w:w="9670" w:type="dxa"/>
          </w:tcPr>
          <w:p w14:paraId="27551882" w14:textId="06E56EB8" w:rsidR="00162E8F" w:rsidRPr="00A12DCA" w:rsidRDefault="7F2A93F9" w:rsidP="00FF19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0E81A013" w14:textId="301AC1BC" w:rsidR="00162E8F" w:rsidRPr="00A12DCA" w:rsidRDefault="31867E85" w:rsidP="00FF19A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00A12DCA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</w:t>
            </w:r>
            <w:r w:rsidR="5B799BF2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="3594AAA7"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FF19A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2BF9918" w14:textId="61098DF9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322BC02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253C8CB5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2D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2D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EEBE84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referatu)</w:t>
            </w:r>
          </w:p>
        </w:tc>
        <w:tc>
          <w:tcPr>
            <w:tcW w:w="4618" w:type="dxa"/>
          </w:tcPr>
          <w:p w14:paraId="480FA1B9" w14:textId="442877E7" w:rsidR="00162E8F" w:rsidRPr="00A12DCA" w:rsidRDefault="007405B9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92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77777777" w:rsidR="00162E8F" w:rsidRPr="00A12DCA" w:rsidRDefault="00B56C9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77777777" w:rsidR="0085747A" w:rsidRPr="00A12DCA" w:rsidRDefault="00B56C9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Rębilas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 xml:space="preserve"> R., Finansowanie inwestycji przedsiębiorstw, </w:t>
            </w:r>
            <w:proofErr w:type="spellStart"/>
            <w:r w:rsidRPr="00A12DC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A12DCA">
              <w:rPr>
                <w:rFonts w:ascii="Corbel" w:hAnsi="Corbel"/>
                <w:b w:val="0"/>
                <w:smallCaps w:val="0"/>
              </w:rPr>
              <w:t>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030C6" w14:textId="77777777" w:rsidR="00E9387E" w:rsidRDefault="00E9387E" w:rsidP="00C16ABF">
      <w:pPr>
        <w:spacing w:after="0" w:line="240" w:lineRule="auto"/>
      </w:pPr>
      <w:r>
        <w:separator/>
      </w:r>
    </w:p>
  </w:endnote>
  <w:endnote w:type="continuationSeparator" w:id="0">
    <w:p w14:paraId="35A63917" w14:textId="77777777" w:rsidR="00E9387E" w:rsidRDefault="00E938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6D7CC" w14:textId="77777777" w:rsidR="00E9387E" w:rsidRDefault="00E9387E" w:rsidP="00C16ABF">
      <w:pPr>
        <w:spacing w:after="0" w:line="240" w:lineRule="auto"/>
      </w:pPr>
      <w:r>
        <w:separator/>
      </w:r>
    </w:p>
  </w:footnote>
  <w:footnote w:type="continuationSeparator" w:id="0">
    <w:p w14:paraId="6124CAFC" w14:textId="77777777" w:rsidR="00E9387E" w:rsidRDefault="00E9387E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761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674C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496F"/>
    <w:rsid w:val="00513B6F"/>
    <w:rsid w:val="00515942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445BA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87E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19A6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EF8DD-C806-4590-B2C4-9820A3EBE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A58302-9C8C-41A6-863F-FC28A983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817</Words>
  <Characters>4908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2020-11-24T07:00:00Z</dcterms:created>
  <dcterms:modified xsi:type="dcterms:W3CDTF">2021-09-06T05:48:00Z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